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5D5E24D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87F66">
        <w:rPr>
          <w:rStyle w:val="Strong"/>
          <w:rFonts w:asciiTheme="minorHAnsi" w:hAnsiTheme="minorHAnsi" w:cstheme="minorHAnsi"/>
          <w:lang w:val="en-GB"/>
        </w:rPr>
        <w:t>29-G00</w:t>
      </w:r>
      <w:r w:rsidR="00377EC7">
        <w:rPr>
          <w:rStyle w:val="Strong"/>
          <w:rFonts w:asciiTheme="minorHAnsi" w:hAnsiTheme="minorHAnsi" w:cstheme="minorHAnsi"/>
          <w:lang w:val="en-GB"/>
        </w:rPr>
        <w:t>4</w:t>
      </w:r>
      <w:r w:rsidR="00887F66">
        <w:rPr>
          <w:rStyle w:val="Strong"/>
          <w:rFonts w:asciiTheme="minorHAnsi" w:hAnsiTheme="minorHAnsi" w:cstheme="minorHAnsi"/>
          <w:lang w:val="en-GB"/>
        </w:rPr>
        <w:t>-2</w:t>
      </w:r>
      <w:r w:rsidR="00D21C60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6530ED22" w:rsidR="00C44890" w:rsidRDefault="00C44890" w:rsidP="003A1D99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298AACFC" w14:textId="4E5A9E7B" w:rsidR="00414D80" w:rsidRPr="00414D80" w:rsidRDefault="0001256D" w:rsidP="00414D80">
      <w:pPr>
        <w:spacing w:after="160" w:line="235" w:lineRule="atLeast"/>
        <w:rPr>
          <w:rFonts w:eastAsia="Times New Roman"/>
        </w:rPr>
      </w:pPr>
      <w:r w:rsidRPr="00414D80">
        <w:rPr>
          <w:lang w:val="en-GB"/>
        </w:rPr>
        <w:t xml:space="preserve">This is a tender for the </w:t>
      </w:r>
      <w:r w:rsidR="001313C3">
        <w:rPr>
          <w:lang w:val="en-GB"/>
        </w:rPr>
        <w:t xml:space="preserve">Hose </w:t>
      </w:r>
      <w:r w:rsidRPr="00414D80">
        <w:rPr>
          <w:lang w:val="en-GB"/>
        </w:rPr>
        <w:t>Crimping</w:t>
      </w:r>
      <w:r w:rsidR="001313C3">
        <w:rPr>
          <w:lang w:val="en-GB"/>
        </w:rPr>
        <w:t xml:space="preserve"> Machine and</w:t>
      </w:r>
      <w:r w:rsidRPr="00414D80">
        <w:rPr>
          <w:lang w:val="en-GB"/>
        </w:rPr>
        <w:t xml:space="preserve"> Hose</w:t>
      </w:r>
      <w:r w:rsidR="001313C3">
        <w:rPr>
          <w:lang w:val="en-GB"/>
        </w:rPr>
        <w:t>s</w:t>
      </w:r>
      <w:r w:rsidRPr="00414D80">
        <w:rPr>
          <w:lang w:val="en-GB"/>
        </w:rPr>
        <w:t xml:space="preserve"> for the Heavy Machinery and Mechanical Division.</w:t>
      </w:r>
      <w:r w:rsidR="00414D80" w:rsidRPr="00414D80">
        <w:rPr>
          <w:lang w:val="en-GB"/>
        </w:rPr>
        <w:t xml:space="preserve"> </w:t>
      </w:r>
      <w:r w:rsidR="00414D80" w:rsidRPr="00414D80">
        <w:rPr>
          <w:rFonts w:eastAsia="Times New Roman"/>
        </w:rPr>
        <w:t>Hydraulic hoses crimping machine is urgently required for heavy machinery hydraulic hoses replacemen</w:t>
      </w:r>
      <w:r w:rsidR="00414D80">
        <w:rPr>
          <w:rFonts w:eastAsia="Times New Roman"/>
        </w:rPr>
        <w:t>t. Most of all the machines are very old and need to be replaced but</w:t>
      </w:r>
      <w:r w:rsidR="00414D80" w:rsidRPr="00414D80">
        <w:rPr>
          <w:rFonts w:eastAsia="Times New Roman"/>
        </w:rPr>
        <w:t xml:space="preserve"> can’</w:t>
      </w:r>
      <w:r w:rsidR="00414D80">
        <w:rPr>
          <w:rFonts w:eastAsia="Times New Roman"/>
        </w:rPr>
        <w:t xml:space="preserve">t replace them without </w:t>
      </w:r>
      <w:r w:rsidR="00414D80" w:rsidRPr="00414D80">
        <w:rPr>
          <w:rFonts w:eastAsia="Times New Roman"/>
        </w:rPr>
        <w:t>this Hydraulic hoses crimping machine.</w:t>
      </w:r>
    </w:p>
    <w:p w14:paraId="000280F4" w14:textId="0A479FD6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492684">
        <w:rPr>
          <w:rFonts w:cs="Calibri"/>
          <w:lang w:val="en-GB"/>
        </w:rPr>
        <w:t>Requirements</w:t>
      </w:r>
    </w:p>
    <w:p w14:paraId="7B19B727" w14:textId="4D41438B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  <w:r w:rsidR="00276290">
        <w:rPr>
          <w:lang w:val="en-GB"/>
        </w:rPr>
        <w:t xml:space="preserve"> Final quote should be in AUD and CIF</w:t>
      </w:r>
      <w:r w:rsidR="007343B9">
        <w:rPr>
          <w:lang w:val="en-GB"/>
        </w:rPr>
        <w:t xml:space="preserve"> Kiritimati</w:t>
      </w:r>
      <w:r w:rsidR="00276290">
        <w:rPr>
          <w:lang w:val="en-GB"/>
        </w:rPr>
        <w:t xml:space="preserve">. The following documents should be submitted. Failure to provide will result in disqualifying the tenderer. </w:t>
      </w:r>
    </w:p>
    <w:p w14:paraId="63B9B8A8" w14:textId="265EFF74" w:rsidR="002A4740" w:rsidRPr="003E01C6" w:rsidRDefault="00D05145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Certified </w:t>
      </w:r>
      <w:r w:rsidR="00276290" w:rsidRPr="003E01C6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27F3E6CE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stamped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590E52D0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</w:t>
      </w:r>
      <w:r w:rsidR="007343B9">
        <w:rPr>
          <w:rFonts w:ascii="Times New Roman" w:hAnsi="Times New Roman"/>
          <w:sz w:val="24"/>
          <w:szCs w:val="24"/>
          <w:lang w:val="en-GB"/>
        </w:rPr>
        <w:t xml:space="preserve"> in AUD and CIF Kiritimati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indicating a clear financial proposal </w:t>
      </w:r>
    </w:p>
    <w:p w14:paraId="7A0D34E4" w14:textId="257AC641" w:rsidR="00276290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</w:p>
    <w:p w14:paraId="72147F88" w14:textId="7C9E1E3A" w:rsidR="00D05145" w:rsidRPr="003E01C6" w:rsidRDefault="00D05145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Valid license 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0AF385AF" w:rsidR="00C44890" w:rsidRPr="00492684" w:rsidRDefault="007343B9" w:rsidP="00C44890">
      <w:pPr>
        <w:rPr>
          <w:lang w:val="en-GB"/>
        </w:rPr>
      </w:pPr>
      <w:r>
        <w:rPr>
          <w:lang w:val="en-GB"/>
        </w:rPr>
        <w:t>The existing staff at the Ministry’s Construction Division can do the</w:t>
      </w:r>
      <w:r w:rsidR="002A32D3">
        <w:rPr>
          <w:lang w:val="en-GB"/>
        </w:rPr>
        <w:t xml:space="preserve"> </w:t>
      </w:r>
      <w:r>
        <w:rPr>
          <w:lang w:val="en-GB"/>
        </w:rPr>
        <w:t>implement</w:t>
      </w:r>
      <w:r w:rsidR="002A32D3">
        <w:rPr>
          <w:lang w:val="en-GB"/>
        </w:rPr>
        <w:t>ation of</w:t>
      </w:r>
      <w:r>
        <w:rPr>
          <w:lang w:val="en-GB"/>
        </w:rPr>
        <w:t xml:space="preserve"> the project.</w:t>
      </w:r>
      <w:r w:rsidR="003E01C6">
        <w:rPr>
          <w:lang w:val="en-GB"/>
        </w:rPr>
        <w:t xml:space="preserve">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0D4C6B5A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D21C60">
        <w:rPr>
          <w:lang w:val="en-GB"/>
        </w:rPr>
        <w:t>in the next shipment in June or July 2023.</w:t>
      </w:r>
    </w:p>
    <w:bookmarkEnd w:id="5"/>
    <w:bookmarkEnd w:id="6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2"/>
      <w:r w:rsidR="00966D9B">
        <w:t xml:space="preserve">- refer to Annex 1. </w:t>
      </w:r>
    </w:p>
    <w:p w14:paraId="6B89AB38" w14:textId="47BF1C35" w:rsidR="00276290" w:rsidRDefault="003458DF" w:rsidP="00276290">
      <w:r>
        <w:t>See the Specification</w:t>
      </w:r>
      <w:r w:rsidR="00924BAB">
        <w:t xml:space="preserve"> of the Materials in the list given</w:t>
      </w:r>
      <w:r>
        <w:t xml:space="preserve">. </w:t>
      </w:r>
    </w:p>
    <w:tbl>
      <w:tblPr>
        <w:tblW w:w="20513" w:type="dxa"/>
        <w:tblLook w:val="04A0" w:firstRow="1" w:lastRow="0" w:firstColumn="1" w:lastColumn="0" w:noHBand="0" w:noVBand="1"/>
      </w:tblPr>
      <w:tblGrid>
        <w:gridCol w:w="222"/>
        <w:gridCol w:w="3858"/>
        <w:gridCol w:w="6486"/>
        <w:gridCol w:w="2245"/>
        <w:gridCol w:w="289"/>
        <w:gridCol w:w="289"/>
        <w:gridCol w:w="434"/>
        <w:gridCol w:w="1150"/>
        <w:gridCol w:w="661"/>
        <w:gridCol w:w="728"/>
        <w:gridCol w:w="79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936B60" w:rsidRPr="00D21C60" w14:paraId="4A3B747A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6D3265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76ED2" w14:textId="77777777" w:rsidR="00936B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p w14:paraId="5FEB9DBE" w14:textId="471D653D" w:rsidR="00936B60" w:rsidRPr="00D21C60" w:rsidRDefault="0001256D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01256D">
              <w:rPr>
                <w:rFonts w:ascii="Calibri" w:eastAsia="Times New Roman" w:hAnsi="Calibri" w:cs="Calibri"/>
                <w:noProof/>
                <w:color w:val="000000"/>
                <w:sz w:val="22"/>
                <w:szCs w:val="22"/>
              </w:rPr>
              <w:lastRenderedPageBreak/>
              <w:drawing>
                <wp:inline distT="0" distB="0" distL="0" distR="0" wp14:anchorId="580E2A40" wp14:editId="254E4798">
                  <wp:extent cx="6896100" cy="3457575"/>
                  <wp:effectExtent l="0" t="0" r="0" b="9525"/>
                  <wp:docPr id="1" name="Picture 1" descr="C:\Users\Birita Teaitao\Downloads\INFORMATION OF HYDRAULIC HOSES CRIMPING MACH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irita Teaitao\Downloads\INFORMATION OF HYDRAULIC HOSES CRIMPING MACH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0" cy="3457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6BBF" w14:textId="6595D1E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63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87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D9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6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14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3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43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7E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9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C0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FB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5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AE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78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CD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16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A0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07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FA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01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0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03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C8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F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7D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6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C5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4E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A2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0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CD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17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2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E5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3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B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A6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2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D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76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C12D02" w14:textId="77777777" w:rsidTr="0001256D">
        <w:trPr>
          <w:trHeight w:val="11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2FDCC9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053F2" w14:textId="2D72623F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4CC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03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47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E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1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4E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9F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7A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46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5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54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AC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1E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99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F9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9A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B1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9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4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5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E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4A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21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2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D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32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80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D8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F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BE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A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2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7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3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B6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CE73AEB" w14:textId="77777777" w:rsidTr="0001256D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EEA9C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7A06" w14:textId="7F35D2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F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2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D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89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3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1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66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E9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9B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8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F4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53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4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35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21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BE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22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E6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76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85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2B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57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87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B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C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1E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07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A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6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0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8F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60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F2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2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99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8A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B2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31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7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A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FD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BEE7FA5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8B3CC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DBCE" w14:textId="158ACBA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358A" w14:textId="4F7309AD" w:rsidR="0001256D" w:rsidRPr="00D21C60" w:rsidRDefault="0001256D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  <w:r w:rsidRPr="0001256D">
              <w:rPr>
                <w:rFonts w:eastAsia="Times New Roman"/>
                <w:noProof/>
                <w:sz w:val="20"/>
                <w:szCs w:val="20"/>
              </w:rPr>
              <w:drawing>
                <wp:inline distT="0" distB="0" distL="0" distR="0" wp14:anchorId="03A033A3" wp14:editId="11C50C3C">
                  <wp:extent cx="3971925" cy="4552950"/>
                  <wp:effectExtent l="0" t="0" r="9525" b="0"/>
                  <wp:docPr id="2" name="Picture 2" descr="C:\Users\Birita Teaitao\Downloads\hYDRAULIC HOSE RIMPING MACH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irita Teaitao\Downloads\hYDRAULIC HOSE RIMPING MACH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1925" cy="455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E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732A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F8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D6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1C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F2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F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9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77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E1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09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8D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5C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2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4A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38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28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6C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CD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92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10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A1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C0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8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92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6C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FD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69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B9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D9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68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7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F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43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3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6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D6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BD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BE28BCE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37930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C910" w14:textId="74C061E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48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5A539" w14:textId="6F990C4D" w:rsidR="00936B60" w:rsidRPr="00D21C60" w:rsidRDefault="00936B60" w:rsidP="00936B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07EFB" w14:textId="77777777" w:rsidR="00936B60" w:rsidRPr="00D21C60" w:rsidRDefault="00936B60" w:rsidP="00D21C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4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ED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46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D1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CF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FE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69D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828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471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8B2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F49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9DB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BD2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00C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FF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124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2F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C4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CD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7F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C3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D1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84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10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B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5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3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C4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F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8E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1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6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2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1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AA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2E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7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BA42C90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DE25A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95FA" w14:textId="2639439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74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1B58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3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93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F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26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32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1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E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58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60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EB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2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C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5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B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1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32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02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7B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3C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2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01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A0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EC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45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42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CE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6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27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F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9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56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16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F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5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D6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67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C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4508ABF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60AF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6C53" w14:textId="6FB059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88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AF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D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0F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73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D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8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77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B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EF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24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8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4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E6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D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FC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A6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A7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C8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D6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5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3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9B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2F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A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A4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A3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5D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16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95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F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6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F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B8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8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4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2B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EF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5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C0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8D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F2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5C6BAC7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78D3D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820D" w14:textId="2748310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4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4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2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D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6D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9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6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40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95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C8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5E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F0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5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2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F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F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E3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11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57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6D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3C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84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4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62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25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09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F1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52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4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C4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54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0B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8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9D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D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9A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D1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F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3EF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2B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421BC90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0A194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299B" w14:textId="208F32E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D3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1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2A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33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D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0F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F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9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01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1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11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0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87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D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5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1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8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2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6C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7D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F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6F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1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AD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92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E3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25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AE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E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20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B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CB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8C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A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B8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D0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C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2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26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3DEF8FE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E9E4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C47D" w14:textId="41BD5EC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E9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95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9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1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00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7B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2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9F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5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78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2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67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0E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05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A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8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C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49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55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80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9F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4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A3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7C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E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2B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0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B5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F7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76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E2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44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5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CE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10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1B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CE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2E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58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5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7C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7D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1F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BCADAEC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04EF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0736" w14:textId="5FEF745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5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F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3B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E8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FB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D7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3B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9A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E5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5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12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D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4C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C8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FA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1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0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5A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F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AC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9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DC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C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B5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8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C1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07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77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1E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0F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2C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89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F0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2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CF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2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AE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39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2A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5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7D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5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44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43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7766DD1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7F2A7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8B4B" w14:textId="70F7A7F0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3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FA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8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88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9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D0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EB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CF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7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62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98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7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18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27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18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F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FA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EA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C2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A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B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72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7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A9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3C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5E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A7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9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4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C4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75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82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22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6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4E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B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A1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7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31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C8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C8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B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09F31BC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611FA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B495" w14:textId="631E8C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80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66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87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7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A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5E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A5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3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E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A0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78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56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A8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8E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A7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BC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B8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60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1E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01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4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E1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D9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97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50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8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1D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49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04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95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C7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D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05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DD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27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E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7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D1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D3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65F97DF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85AA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9FA8" w14:textId="1AC6D15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F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0B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0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E9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2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B2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2A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0E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04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A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5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D0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9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A9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BA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6B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C6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A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8E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0A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1D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56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3C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A3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F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9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A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CD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E2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7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75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C0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5E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7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1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21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7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F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3F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5A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8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3B507ACC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A071D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17E9" w14:textId="2A00569A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0D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A8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F5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D8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D5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B4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7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95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7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6E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D0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29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F1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91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3B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6E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6A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B4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F0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EA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21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71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0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2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B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A3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19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A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12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8F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E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9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7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92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C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56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8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7E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3F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428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67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2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E6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2B70C75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5AA7D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AEF7" w14:textId="2DFCC8A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FE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5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20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47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A0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CE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D4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A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C0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2B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D2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2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3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2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B4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CE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7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25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05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6D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87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92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9A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C0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8E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6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2A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90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D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91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9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7EE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3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8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D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4B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72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46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6E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33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D6E2161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92A8E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A7B8" w14:textId="08A8A76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E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C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16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0B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DE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70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F3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A2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E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E5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F0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CC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B6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7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2D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F9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FF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4C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37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BB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1D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C3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3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CE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C1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3B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6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E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93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30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BC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F6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D4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69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F8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00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04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61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DE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DD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E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C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4D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78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EDB655F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AE1C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415" w14:textId="00ACA92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2E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31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62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6A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5F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13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95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BD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6F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6A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EC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6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C6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1F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BB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C1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81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FC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E7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4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1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1F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C8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0D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CB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40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19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51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3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62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F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09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36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F1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0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60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0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14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DA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C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C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B6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18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3B6FF8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56B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F475" w14:textId="41B86DB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0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7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09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A8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29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0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FA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1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57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7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6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8C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9D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0D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F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07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5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C9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1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19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B3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3C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6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C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B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9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19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A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AD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33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4A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39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58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A5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2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C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E6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3B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AB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C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B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07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D2E687B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D680E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7CC5" w14:textId="2809720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7F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9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C3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6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BC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38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4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E5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BF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0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8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5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3D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E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98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53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C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9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7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9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7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1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7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76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99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B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8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CF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0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E6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3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35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9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08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C3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3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51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54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93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E8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4C2C82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80C5C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1552" w14:textId="6BF3839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AE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ED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B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8D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6E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5B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66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9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B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8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F4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9E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F4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4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7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09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44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8E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34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7A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C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F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36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6C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87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98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C3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B9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4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EC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BD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FD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D9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02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4E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A8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8D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7B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BC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02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58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9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5BA487D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B08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2B14" w14:textId="0D446A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6C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9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C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DC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9E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EA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D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F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9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8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1A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0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A8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93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14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8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E8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D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8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8C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E1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FD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3A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6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8F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2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F1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B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33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85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74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0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5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A0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46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8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FB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41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3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9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7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4081F6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27B3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CEEF" w14:textId="53BC9833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73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02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1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D7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8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47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F2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14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FA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84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79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9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F3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1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9B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1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F0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3A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8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12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9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84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4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DE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33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F5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DA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45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25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3E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FF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28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6B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C2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D3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C7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75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F3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08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0A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29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87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2184C9C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EC797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AAC3" w14:textId="5F190AF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C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8C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5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DB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C0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7F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0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E2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75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74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C6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5E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99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0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99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DF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87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D4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1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B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FB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8B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B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82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8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14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D8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A8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4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7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2A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A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4D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61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8E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AF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05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F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51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3041BC5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1BE5C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B8FC" w14:textId="29FAB35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A4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CE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AC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1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45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AB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F8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0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0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5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78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7D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8C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68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9A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92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1D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F5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0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6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D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F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86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19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D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E6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B8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54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7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80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7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48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F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A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2C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47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57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3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F1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1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14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08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DC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933C62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7831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0B30" w14:textId="4EF65DC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1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5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24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A2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5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7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9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CE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A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F5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0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E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55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2A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38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7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81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BD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9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1E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6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6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7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69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28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72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82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5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28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F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7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4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2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B8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DE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7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89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4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22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D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FF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9200DEC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80DDD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D91" w14:textId="0A06203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38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40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0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6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F2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B5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30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D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0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6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9C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43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EE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F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62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8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4B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C1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0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4A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9F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26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7D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E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0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C1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8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AB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DC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4F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6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33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F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58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E8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30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A5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8D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11BE97D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D269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FD50" w14:textId="36FC3D8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B3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8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09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0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79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E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2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B1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07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D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93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06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C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1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57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B7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E4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3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0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FD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7B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12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A4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CA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8D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58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AB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F4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7C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6C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1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A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2A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6E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C0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E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B9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3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54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A7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4A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86060A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FC0C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1756" w14:textId="7418943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F7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D3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9C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61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CD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8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4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B5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C0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A1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3C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DA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64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73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BB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D8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A0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0D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0E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4A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BB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5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C1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8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02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B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B6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71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45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41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95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8B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91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57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0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4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81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3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E6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CF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BE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A22A24E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B0B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6F7F" w14:textId="797D4AE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28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E2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2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61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99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6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79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BA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74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2D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5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8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0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BC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05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F6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8B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B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72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3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83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26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AD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11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E1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9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47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5D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CF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6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5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8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BC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2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85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0B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A7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3C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3A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3B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88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0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91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B1198E3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14736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80F3" w14:textId="54D9596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23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10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50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C5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7F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9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A1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13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8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C8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F0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4D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9F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87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81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A7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D7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F2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2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D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6B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D0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61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7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7B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1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D7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4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8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B9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17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8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E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CF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0C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C9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4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7D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66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E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8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5DBC1F0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017FE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E646" w14:textId="13F66F4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F2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2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C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A2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C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72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18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3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8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9D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1A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15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04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B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7A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82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B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43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1F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89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D7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E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14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3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7C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1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6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E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D0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0F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73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D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5A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D8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E8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D1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68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E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CB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8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4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48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F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77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41B890A" w14:textId="77777777" w:rsidTr="0001256D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088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F571" w14:textId="638DB93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8E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5D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B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55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46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B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3C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C9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FC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54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2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B5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9A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6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A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D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DB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5F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2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B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1D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DE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A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7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0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B9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4A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78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04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8A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B2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0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5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5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02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66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76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A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E2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D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AA0628" w14:textId="77777777" w:rsidR="00D21C60" w:rsidRPr="00A318B5" w:rsidRDefault="00D21C60" w:rsidP="00276290"/>
    <w:sectPr w:rsidR="00D21C60" w:rsidRPr="00A318B5" w:rsidSect="00FF7B55">
      <w:headerReference w:type="default" r:id="rId13"/>
      <w:footerReference w:type="default" r:id="rId14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7C5D2" w14:textId="77777777" w:rsidR="003665F3" w:rsidRDefault="003665F3">
      <w:r>
        <w:separator/>
      </w:r>
    </w:p>
  </w:endnote>
  <w:endnote w:type="continuationSeparator" w:id="0">
    <w:p w14:paraId="07FC23FA" w14:textId="77777777" w:rsidR="003665F3" w:rsidRDefault="003665F3">
      <w:r>
        <w:continuationSeparator/>
      </w:r>
    </w:p>
  </w:endnote>
  <w:endnote w:type="continuationNotice" w:id="1">
    <w:p w14:paraId="77E000D2" w14:textId="77777777" w:rsidR="003665F3" w:rsidRDefault="003665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18C52D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77EC7">
      <w:rPr>
        <w:noProof/>
      </w:rPr>
      <w:t>2023-03-29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5EA1" w14:textId="77777777" w:rsidR="003665F3" w:rsidRDefault="003665F3">
      <w:r>
        <w:separator/>
      </w:r>
    </w:p>
  </w:footnote>
  <w:footnote w:type="continuationSeparator" w:id="0">
    <w:p w14:paraId="565AE537" w14:textId="77777777" w:rsidR="003665F3" w:rsidRDefault="003665F3">
      <w:r>
        <w:continuationSeparator/>
      </w:r>
    </w:p>
  </w:footnote>
  <w:footnote w:type="continuationNotice" w:id="1">
    <w:p w14:paraId="5A20EA42" w14:textId="77777777" w:rsidR="003665F3" w:rsidRDefault="003665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011251">
    <w:abstractNumId w:val="2"/>
  </w:num>
  <w:num w:numId="2" w16cid:durableId="2131624700">
    <w:abstractNumId w:val="14"/>
  </w:num>
  <w:num w:numId="3" w16cid:durableId="553007267">
    <w:abstractNumId w:val="15"/>
  </w:num>
  <w:num w:numId="4" w16cid:durableId="1785806494">
    <w:abstractNumId w:val="6"/>
  </w:num>
  <w:num w:numId="5" w16cid:durableId="476068999">
    <w:abstractNumId w:val="5"/>
  </w:num>
  <w:num w:numId="6" w16cid:durableId="451440259">
    <w:abstractNumId w:val="10"/>
  </w:num>
  <w:num w:numId="7" w16cid:durableId="1365204251">
    <w:abstractNumId w:val="7"/>
  </w:num>
  <w:num w:numId="8" w16cid:durableId="1240939294">
    <w:abstractNumId w:val="12"/>
  </w:num>
  <w:num w:numId="9" w16cid:durableId="1986160727">
    <w:abstractNumId w:val="0"/>
  </w:num>
  <w:num w:numId="10" w16cid:durableId="47993020">
    <w:abstractNumId w:val="11"/>
  </w:num>
  <w:num w:numId="11" w16cid:durableId="1528912623">
    <w:abstractNumId w:val="3"/>
  </w:num>
  <w:num w:numId="12" w16cid:durableId="1455632099">
    <w:abstractNumId w:val="9"/>
  </w:num>
  <w:num w:numId="13" w16cid:durableId="894971811">
    <w:abstractNumId w:val="13"/>
  </w:num>
  <w:num w:numId="14" w16cid:durableId="93284489">
    <w:abstractNumId w:val="4"/>
  </w:num>
  <w:num w:numId="15" w16cid:durableId="1491365384">
    <w:abstractNumId w:val="8"/>
  </w:num>
  <w:num w:numId="16" w16cid:durableId="1356077099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56D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018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A7B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3C3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53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214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2D3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5F3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7EC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D80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419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405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5C2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306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345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3B9"/>
    <w:rsid w:val="00734F56"/>
    <w:rsid w:val="0073516E"/>
    <w:rsid w:val="0073566E"/>
    <w:rsid w:val="00735B25"/>
    <w:rsid w:val="007376ED"/>
    <w:rsid w:val="007403C6"/>
    <w:rsid w:val="00742F59"/>
    <w:rsid w:val="00744871"/>
    <w:rsid w:val="00744C0E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EB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6D63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87F66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67B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2AB3"/>
    <w:rsid w:val="00917CA0"/>
    <w:rsid w:val="00920074"/>
    <w:rsid w:val="009215AA"/>
    <w:rsid w:val="00922987"/>
    <w:rsid w:val="00922A3A"/>
    <w:rsid w:val="009237F9"/>
    <w:rsid w:val="00924BA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B60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52BB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749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269"/>
    <w:rsid w:val="00A03C23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0E4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6818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F47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145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C60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16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47B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Normal"/>
    <w:rsid w:val="00D21C60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Normal"/>
    <w:rsid w:val="00D21C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Normal"/>
    <w:rsid w:val="00D21C6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0">
    <w:name w:val="xl70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rsid w:val="00D21C60"/>
    <w:pPr>
      <w:spacing w:before="100" w:beforeAutospacing="1" w:after="100" w:afterAutospacing="1"/>
    </w:pPr>
    <w:rPr>
      <w:rFonts w:eastAsia="Times New Roman"/>
      <w:color w:val="0563C1"/>
      <w:u w:val="single"/>
    </w:rPr>
  </w:style>
  <w:style w:type="paragraph" w:customStyle="1" w:styleId="xl72">
    <w:name w:val="xl72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3">
    <w:name w:val="xl73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6">
    <w:name w:val="xl76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7">
    <w:name w:val="xl77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8">
    <w:name w:val="xl78"/>
    <w:basedOn w:val="Normal"/>
    <w:rsid w:val="00D21C60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9">
    <w:name w:val="xl7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8893BA-94F5-4B18-A4F2-7F7826DE1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5</Pages>
  <Words>436</Words>
  <Characters>2487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2918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8</cp:revision>
  <cp:lastPrinted>2013-10-18T08:32:00Z</cp:lastPrinted>
  <dcterms:created xsi:type="dcterms:W3CDTF">2023-03-21T21:44:00Z</dcterms:created>
  <dcterms:modified xsi:type="dcterms:W3CDTF">2023-03-29T02:54:00Z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